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F3C54" w:rsidP="00A2707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F3C54" w:rsidP="00A27072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27072">
              <w:rPr>
                <w:rFonts w:ascii="Arial" w:hAnsi="Arial" w:cs="Arial"/>
                <w:sz w:val="18"/>
                <w:szCs w:val="18"/>
              </w:rPr>
              <w:t>83</w:t>
            </w: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3F3C54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Ward/</w:t>
            </w:r>
            <w:proofErr w:type="spellStart"/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Dept</w:t>
            </w:r>
            <w:proofErr w:type="spellEnd"/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3F3C54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BE67C6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BE67C6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27072">
              <w:rPr>
                <w:rFonts w:ascii="Arial" w:hAnsi="Arial" w:cs="Arial"/>
                <w:noProof/>
                <w:sz w:val="18"/>
                <w:szCs w:val="18"/>
              </w:rPr>
              <w:t>Wednesday, 5 August 2020</w: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F3C54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A27072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83 year old female who presented following being found aphasic,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dysarthric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and right facial droop which resolved as at the time she was being seen in the hospital. Treated as anterior circulation TIA.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A27072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3509645</wp:posOffset>
                      </wp:positionH>
                      <wp:positionV relativeFrom="paragraph">
                        <wp:posOffset>2279015</wp:posOffset>
                      </wp:positionV>
                      <wp:extent cx="241300" cy="342265"/>
                      <wp:effectExtent l="10160" t="10160" r="15240" b="9525"/>
                      <wp:wrapNone/>
                      <wp:docPr id="51" name="Freeform 4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1300" cy="342265"/>
                              </a:xfrm>
                              <a:custGeom>
                                <a:avLst/>
                                <a:gdLst>
                                  <a:gd name="T0" fmla="*/ 0 w 380"/>
                                  <a:gd name="T1" fmla="*/ 35 h 539"/>
                                  <a:gd name="T2" fmla="*/ 221 w 380"/>
                                  <a:gd name="T3" fmla="*/ 0 h 539"/>
                                  <a:gd name="T4" fmla="*/ 354 w 380"/>
                                  <a:gd name="T5" fmla="*/ 70 h 539"/>
                                  <a:gd name="T6" fmla="*/ 380 w 380"/>
                                  <a:gd name="T7" fmla="*/ 256 h 539"/>
                                  <a:gd name="T8" fmla="*/ 354 w 380"/>
                                  <a:gd name="T9" fmla="*/ 539 h 539"/>
                                  <a:gd name="T10" fmla="*/ 354 w 380"/>
                                  <a:gd name="T11" fmla="*/ 212 h 539"/>
                                  <a:gd name="T12" fmla="*/ 212 w 380"/>
                                  <a:gd name="T13" fmla="*/ 70 h 539"/>
                                  <a:gd name="T14" fmla="*/ 80 w 380"/>
                                  <a:gd name="T15" fmla="*/ 26 h 539"/>
                                  <a:gd name="T16" fmla="*/ 0 w 380"/>
                                  <a:gd name="T17" fmla="*/ 35 h 53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380" h="539">
                                    <a:moveTo>
                                      <a:pt x="0" y="35"/>
                                    </a:moveTo>
                                    <a:lnTo>
                                      <a:pt x="221" y="0"/>
                                    </a:lnTo>
                                    <a:lnTo>
                                      <a:pt x="354" y="70"/>
                                    </a:lnTo>
                                    <a:lnTo>
                                      <a:pt x="380" y="256"/>
                                    </a:lnTo>
                                    <a:lnTo>
                                      <a:pt x="354" y="539"/>
                                    </a:lnTo>
                                    <a:lnTo>
                                      <a:pt x="354" y="212"/>
                                    </a:lnTo>
                                    <a:lnTo>
                                      <a:pt x="212" y="70"/>
                                    </a:lnTo>
                                    <a:lnTo>
                                      <a:pt x="80" y="26"/>
                                    </a:lnTo>
                                    <a:lnTo>
                                      <a:pt x="0" y="3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622E52" id="Freeform 492" o:spid="_x0000_s1026" style="position:absolute;margin-left:276.35pt;margin-top:179.45pt;width:19pt;height:26.9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0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" path="m,35l221,,354,70r26,186l354,539r,-327l212,70,80,26,,35xe" fillcolor="silver">
                      <v:path arrowok="t" o:connecttype="custom" o:connectlocs="0,22225;140335,0;224790,44450;241300,162560;224790,342265;224790,134620;134620,44450;50800,16510;0,22225" o:connectangles="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4086225</wp:posOffset>
                      </wp:positionH>
                      <wp:positionV relativeFrom="paragraph">
                        <wp:posOffset>1756410</wp:posOffset>
                      </wp:positionV>
                      <wp:extent cx="99060" cy="839470"/>
                      <wp:effectExtent l="15240" t="11430" r="9525" b="53975"/>
                      <wp:wrapNone/>
                      <wp:docPr id="50" name="Freeform 491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9060" cy="839470"/>
                              </a:xfrm>
                              <a:custGeom>
                                <a:avLst/>
                                <a:gdLst>
                                  <a:gd name="T0" fmla="*/ 145 w 156"/>
                                  <a:gd name="T1" fmla="*/ 0 h 1322"/>
                                  <a:gd name="T2" fmla="*/ 43 w 156"/>
                                  <a:gd name="T3" fmla="*/ 364 h 1322"/>
                                  <a:gd name="T4" fmla="*/ 11 w 156"/>
                                  <a:gd name="T5" fmla="*/ 808 h 1322"/>
                                  <a:gd name="T6" fmla="*/ 0 w 156"/>
                                  <a:gd name="T7" fmla="*/ 1322 h 1322"/>
                                  <a:gd name="T8" fmla="*/ 123 w 156"/>
                                  <a:gd name="T9" fmla="*/ 787 h 1322"/>
                                  <a:gd name="T10" fmla="*/ 156 w 156"/>
                                  <a:gd name="T11" fmla="*/ 69 h 132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6" h="1322">
                                    <a:moveTo>
                                      <a:pt x="145" y="0"/>
                                    </a:moveTo>
                                    <a:lnTo>
                                      <a:pt x="43" y="364"/>
                                    </a:lnTo>
                                    <a:lnTo>
                                      <a:pt x="11" y="808"/>
                                    </a:lnTo>
                                    <a:lnTo>
                                      <a:pt x="0" y="1322"/>
                                    </a:lnTo>
                                    <a:lnTo>
                                      <a:pt x="123" y="787"/>
                                    </a:lnTo>
                                    <a:lnTo>
                                      <a:pt x="156" y="69"/>
                                    </a:lnTo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67EFE48E" id="Freeform 491" o:spid="_x0000_s1026" alt="Granite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29pt,138.3pt,323.9pt,156.5pt,322.3pt,178.7pt,321.75pt,204.4pt,327.9pt,177.65pt,329.55pt,141.75pt" coordsize="156,13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TetUveAAAAALAQAADwAAAGRycy9kb3du&#10;cmV2LnhtbEyPwU7DMBBE70j8g7VI3Kjd0oY0ZFNVSL0gODQg9bqJTWwR21HsNunfY05wXM3TzNty&#10;N9ueXdQYjHcIy4UAplzrpXEdwufH4SEHFiI5Sb13CuGqAuyq25uSCuknd1SXOnYslbhQEIKOcSg4&#10;D61WlsLCD8ql7MuPlmI6x47LkaZUbnu+EiLjloxLC5oG9aJV+12fLULzJk77VpI5HE18rbsp6it/&#10;R7y/m/fPwKKa4x8Mv/pJHark1Pizk4H1CNn6cZNQhNVTlgFLRLbZLoE1CGuR58Crkv//ofoB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">
                      <v:fill r:id="rId7" o:title="Granite" recolor="t" type="tile"/>
                      <v:path arrowok="t" o:connecttype="custom" o:connectlocs="92075,0;27305,231140;6985,513080;0,839470;78105,499745;99060,43815" o:connectangles="0,0,0,0,0,0"/>
                    </v:poly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2372995</wp:posOffset>
                      </wp:positionH>
                      <wp:positionV relativeFrom="paragraph">
                        <wp:posOffset>2283460</wp:posOffset>
                      </wp:positionV>
                      <wp:extent cx="204470" cy="322580"/>
                      <wp:effectExtent l="16510" t="14605" r="55245" b="5715"/>
                      <wp:wrapNone/>
                      <wp:docPr id="49" name="Freeform 490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4470" cy="322580"/>
                              </a:xfrm>
                              <a:custGeom>
                                <a:avLst/>
                                <a:gdLst>
                                  <a:gd name="T0" fmla="*/ 59 w 322"/>
                                  <a:gd name="T1" fmla="*/ 508 h 508"/>
                                  <a:gd name="T2" fmla="*/ 0 w 322"/>
                                  <a:gd name="T3" fmla="*/ 380 h 508"/>
                                  <a:gd name="T4" fmla="*/ 6 w 322"/>
                                  <a:gd name="T5" fmla="*/ 96 h 508"/>
                                  <a:gd name="T6" fmla="*/ 86 w 322"/>
                                  <a:gd name="T7" fmla="*/ 0 h 508"/>
                                  <a:gd name="T8" fmla="*/ 322 w 322"/>
                                  <a:gd name="T9" fmla="*/ 16 h 508"/>
                                  <a:gd name="T10" fmla="*/ 129 w 322"/>
                                  <a:gd name="T11" fmla="*/ 48 h 508"/>
                                  <a:gd name="T12" fmla="*/ 54 w 322"/>
                                  <a:gd name="T13" fmla="*/ 139 h 508"/>
                                  <a:gd name="T14" fmla="*/ 43 w 322"/>
                                  <a:gd name="T15" fmla="*/ 342 h 508"/>
                                  <a:gd name="T16" fmla="*/ 49 w 322"/>
                                  <a:gd name="T17" fmla="*/ 471 h 5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322" h="508">
                                    <a:moveTo>
                                      <a:pt x="59" y="508"/>
                                    </a:moveTo>
                                    <a:lnTo>
                                      <a:pt x="0" y="380"/>
                                    </a:lnTo>
                                    <a:lnTo>
                                      <a:pt x="6" y="96"/>
                                    </a:lnTo>
                                    <a:lnTo>
                                      <a:pt x="86" y="0"/>
                                    </a:lnTo>
                                    <a:lnTo>
                                      <a:pt x="322" y="16"/>
                                    </a:lnTo>
                                    <a:lnTo>
                                      <a:pt x="129" y="48"/>
                                    </a:lnTo>
                                    <a:lnTo>
                                      <a:pt x="54" y="139"/>
                                    </a:lnTo>
                                    <a:lnTo>
                                      <a:pt x="43" y="342"/>
                                    </a:lnTo>
                                    <a:lnTo>
                                      <a:pt x="49" y="471"/>
                                    </a:lnTo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2F98B871" id="Freeform 490" o:spid="_x0000_s1026" alt="Granite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89.8pt,205.2pt,186.85pt,198.8pt,187.15pt,184.6pt,191.15pt,179.8pt,202.95pt,180.6pt,193.3pt,182.2pt,189.55pt,186.75pt,189pt,196.9pt,189.3pt,203.35pt" coordsize="322,5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">
                      <v:fill r:id="rId7" o:title="Granite" recolor="t" type="tile"/>
                      <v:path arrowok="t" o:connecttype="custom" o:connectlocs="37465,322580;0,241300;3810,60960;54610,0;204470,10160;81915,30480;34290,88265;27305,217170;31115,299085" o:connectangles="0,0,0,0,0,0,0,0,0"/>
                    </v:poly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1948180</wp:posOffset>
                      </wp:positionH>
                      <wp:positionV relativeFrom="paragraph">
                        <wp:posOffset>1617345</wp:posOffset>
                      </wp:positionV>
                      <wp:extent cx="170180" cy="1057910"/>
                      <wp:effectExtent l="10795" t="43815" r="19050" b="60325"/>
                      <wp:wrapNone/>
                      <wp:docPr id="48" name="Freeform 4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0180" cy="1057910"/>
                              </a:xfrm>
                              <a:custGeom>
                                <a:avLst/>
                                <a:gdLst>
                                  <a:gd name="T0" fmla="*/ 43 w 268"/>
                                  <a:gd name="T1" fmla="*/ 0 h 1666"/>
                                  <a:gd name="T2" fmla="*/ 107 w 268"/>
                                  <a:gd name="T3" fmla="*/ 376 h 1666"/>
                                  <a:gd name="T4" fmla="*/ 86 w 268"/>
                                  <a:gd name="T5" fmla="*/ 503 h 1666"/>
                                  <a:gd name="T6" fmla="*/ 54 w 268"/>
                                  <a:gd name="T7" fmla="*/ 731 h 1666"/>
                                  <a:gd name="T8" fmla="*/ 198 w 268"/>
                                  <a:gd name="T9" fmla="*/ 883 h 1666"/>
                                  <a:gd name="T10" fmla="*/ 204 w 268"/>
                                  <a:gd name="T11" fmla="*/ 1000 h 1666"/>
                                  <a:gd name="T12" fmla="*/ 204 w 268"/>
                                  <a:gd name="T13" fmla="*/ 1108 h 1666"/>
                                  <a:gd name="T14" fmla="*/ 241 w 268"/>
                                  <a:gd name="T15" fmla="*/ 1231 h 1666"/>
                                  <a:gd name="T16" fmla="*/ 252 w 268"/>
                                  <a:gd name="T17" fmla="*/ 1429 h 1666"/>
                                  <a:gd name="T18" fmla="*/ 268 w 268"/>
                                  <a:gd name="T19" fmla="*/ 1666 h 1666"/>
                                  <a:gd name="T20" fmla="*/ 64 w 268"/>
                                  <a:gd name="T21" fmla="*/ 924 h 1666"/>
                                  <a:gd name="T22" fmla="*/ 0 w 268"/>
                                  <a:gd name="T23" fmla="*/ 688 h 1666"/>
                                  <a:gd name="T24" fmla="*/ 0 w 268"/>
                                  <a:gd name="T25" fmla="*/ 387 h 1666"/>
                                  <a:gd name="T26" fmla="*/ 43 w 268"/>
                                  <a:gd name="T27" fmla="*/ 0 h 16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268" h="1666">
                                    <a:moveTo>
                                      <a:pt x="43" y="0"/>
                                    </a:moveTo>
                                    <a:lnTo>
                                      <a:pt x="107" y="376"/>
                                    </a:lnTo>
                                    <a:lnTo>
                                      <a:pt x="86" y="503"/>
                                    </a:lnTo>
                                    <a:lnTo>
                                      <a:pt x="54" y="731"/>
                                    </a:lnTo>
                                    <a:lnTo>
                                      <a:pt x="198" y="883"/>
                                    </a:lnTo>
                                    <a:lnTo>
                                      <a:pt x="204" y="1000"/>
                                    </a:lnTo>
                                    <a:lnTo>
                                      <a:pt x="204" y="1108"/>
                                    </a:lnTo>
                                    <a:lnTo>
                                      <a:pt x="241" y="1231"/>
                                    </a:lnTo>
                                    <a:lnTo>
                                      <a:pt x="252" y="1429"/>
                                    </a:lnTo>
                                    <a:lnTo>
                                      <a:pt x="268" y="1666"/>
                                    </a:lnTo>
                                    <a:lnTo>
                                      <a:pt x="64" y="924"/>
                                    </a:lnTo>
                                    <a:lnTo>
                                      <a:pt x="0" y="688"/>
                                    </a:lnTo>
                                    <a:lnTo>
                                      <a:pt x="0" y="387"/>
                                    </a:lnTo>
                                    <a:lnTo>
                                      <a:pt x="43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C8DF94" id="Freeform 489" o:spid="_x0000_s1026" alt="Granite" style="position:absolute;margin-left:153.4pt;margin-top:127.35pt;width:13.4pt;height:83.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8,166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" path="m43,r64,376l86,503,54,731,198,883r6,117l204,1108r37,123l252,1429r16,237l64,924,,688,,387,43,xe">
                      <v:fill r:id="rId7" o:title="Granite" recolor="t" type="tile"/>
                      <v:path arrowok="t" o:connecttype="custom" o:connectlocs="27305,0;67945,238760;54610,319405;34290,464185;125730,560705;129540,635000;129540,703580;153035,781685;160020,907415;170180,1057910;40640,586740;0,436880;0,245745;27305,0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635" r="1905" b="8890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A27072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A27072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1270" r="3810" b="8255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A27072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A27072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3175" r="5715" b="6350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A27072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A27072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3810" r="7620" b="5715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A27072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A27072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1270" r="5080" b="6350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A27072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45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A27072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A2707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45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A2707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6985" r="0" b="63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A27072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58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A27072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16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A2707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58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A2707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3810" r="2540" b="12065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31F567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3810" r="0" b="381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A2707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8890" r="6350" b="15240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FAA6E1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A2707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2065" r="31115" b="10795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741B0B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12065" r="5715" b="1206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9ABCBC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9525" r="5715" b="14605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FFB31D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10160" r="11430" b="13970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3C81B9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27072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A27072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27072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A27072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27072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A27072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A27072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A27072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27072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&lt;40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A27072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060B2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Right:</w:t>
            </w:r>
            <w:r w:rsidR="00A27072">
              <w:rPr>
                <w:rFonts w:ascii="Arial" w:hAnsi="Arial" w:cs="Arial"/>
                <w:sz w:val="18"/>
                <w:szCs w:val="20"/>
              </w:rPr>
              <w:t xml:space="preserve"> Normal subclavian flow. No thickening of the intima-media layer.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Default="00060B26" w:rsidP="00BE67C6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Left:</w:t>
            </w:r>
            <w:r w:rsidR="00A2707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A27072">
              <w:rPr>
                <w:rFonts w:ascii="Arial" w:hAnsi="Arial" w:cs="Arial"/>
                <w:sz w:val="18"/>
                <w:szCs w:val="20"/>
              </w:rPr>
              <w:t>Normal subclavian flow. No thickening of the intima-media layer.</w:t>
            </w:r>
          </w:p>
          <w:p w:rsidR="00A27072" w:rsidRPr="00BE67C6" w:rsidRDefault="00A27072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BE67C6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A27072" w:rsidP="00BE67C6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072" w:rsidRDefault="00A27072">
      <w:r>
        <w:separator/>
      </w:r>
    </w:p>
  </w:endnote>
  <w:endnote w:type="continuationSeparator" w:id="0">
    <w:p w:rsidR="00A27072" w:rsidRDefault="00A27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072" w:rsidRDefault="00A27072">
      <w:r>
        <w:separator/>
      </w:r>
    </w:p>
  </w:footnote>
  <w:footnote w:type="continuationSeparator" w:id="0">
    <w:p w:rsidR="00A27072" w:rsidRDefault="00A27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A27072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4775835</wp:posOffset>
          </wp:positionH>
          <wp:positionV relativeFrom="paragraph">
            <wp:posOffset>-27305</wp:posOffset>
          </wp:positionV>
          <wp:extent cx="1452880" cy="57023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072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2151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3C54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27072"/>
    <w:rsid w:val="00A50BBC"/>
    <w:rsid w:val="00A5497F"/>
    <w:rsid w:val="00A60EB5"/>
    <w:rsid w:val="00A637CC"/>
    <w:rsid w:val="00A63D5A"/>
    <w:rsid w:val="00A67164"/>
    <w:rsid w:val="00A74745"/>
    <w:rsid w:val="00A7491A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A5234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68452E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Carotid\Carotid%20Standard%20PCH%20n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Standard PCH nl</Template>
  <TotalTime>0</TotalTime>
  <Pages>1</Pages>
  <Words>121</Words>
  <Characters>874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2020-08-07T08:59:00Z</dcterms:created>
  <dcterms:modified xsi:type="dcterms:W3CDTF">2020-08-07T08:59:00Z</dcterms:modified>
</cp:coreProperties>
</file>